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6D5" w:rsidRDefault="00CE46D5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bookmarkStart w:id="0" w:name="_GoBack"/>
      <w:bookmarkEnd w:id="0"/>
      <w:r>
        <w:rPr>
          <w:rFonts w:ascii="仿宋" w:eastAsia="仿宋" w:hAnsi="仿宋"/>
          <w:sz w:val="32"/>
          <w:szCs w:val="32"/>
        </w:rPr>
        <w:t>4</w:t>
      </w:r>
    </w:p>
    <w:p w:rsidR="00CE46D5" w:rsidRDefault="00CE46D5">
      <w:pPr>
        <w:spacing w:line="400" w:lineRule="exact"/>
        <w:rPr>
          <w:rFonts w:ascii="方正小标宋简体" w:eastAsia="方正小标宋简体"/>
          <w:sz w:val="34"/>
          <w:szCs w:val="34"/>
        </w:rPr>
      </w:pPr>
    </w:p>
    <w:p w:rsidR="00CE46D5" w:rsidRDefault="00CE46D5">
      <w:pPr>
        <w:spacing w:line="40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专业研究方向承诺表</w:t>
      </w:r>
    </w:p>
    <w:p w:rsidR="00CE46D5" w:rsidRDefault="00CE46D5"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</w:p>
    <w:tbl>
      <w:tblPr>
        <w:tblW w:w="83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6"/>
        <w:gridCol w:w="587"/>
        <w:gridCol w:w="1395"/>
        <w:gridCol w:w="1060"/>
        <w:gridCol w:w="1634"/>
        <w:gridCol w:w="3020"/>
      </w:tblGrid>
      <w:tr w:rsidR="00CE46D5" w:rsidRPr="00761FD8" w:rsidTr="00761FD8">
        <w:trPr>
          <w:jc w:val="center"/>
        </w:trPr>
        <w:tc>
          <w:tcPr>
            <w:tcW w:w="1193" w:type="dxa"/>
            <w:gridSpan w:val="2"/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61FD8">
              <w:rPr>
                <w:rFonts w:ascii="仿宋_GB2312" w:eastAsia="仿宋_GB2312" w:hint="eastAsia"/>
                <w:sz w:val="24"/>
                <w:szCs w:val="24"/>
              </w:rPr>
              <w:t>姓</w:t>
            </w:r>
            <w:r w:rsidRPr="00761FD8"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 w:rsidRPr="00761FD8">
              <w:rPr>
                <w:rFonts w:ascii="仿宋_GB2312" w:eastAsia="仿宋_GB2312" w:hint="eastAsia"/>
                <w:sz w:val="24"/>
                <w:szCs w:val="24"/>
              </w:rPr>
              <w:t>名</w:t>
            </w:r>
          </w:p>
        </w:tc>
        <w:tc>
          <w:tcPr>
            <w:tcW w:w="2455" w:type="dxa"/>
            <w:gridSpan w:val="2"/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61FD8">
              <w:rPr>
                <w:rFonts w:ascii="仿宋_GB2312" w:eastAsia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E46D5" w:rsidRPr="00761FD8" w:rsidTr="00761FD8">
        <w:trPr>
          <w:jc w:val="center"/>
        </w:trPr>
        <w:tc>
          <w:tcPr>
            <w:tcW w:w="2588" w:type="dxa"/>
            <w:gridSpan w:val="3"/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61FD8">
              <w:rPr>
                <w:rFonts w:ascii="仿宋_GB2312" w:eastAsia="仿宋_GB2312" w:hint="eastAsia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E46D5" w:rsidRPr="00761FD8" w:rsidTr="00761FD8">
        <w:trPr>
          <w:jc w:val="center"/>
        </w:trPr>
        <w:tc>
          <w:tcPr>
            <w:tcW w:w="2588" w:type="dxa"/>
            <w:gridSpan w:val="3"/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61FD8">
              <w:rPr>
                <w:rFonts w:ascii="仿宋_GB2312" w:eastAsia="仿宋_GB2312" w:hint="eastAsia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E46D5" w:rsidRPr="00761FD8" w:rsidTr="00761FD8">
        <w:trPr>
          <w:trHeight w:val="914"/>
          <w:jc w:val="center"/>
        </w:trPr>
        <w:tc>
          <w:tcPr>
            <w:tcW w:w="606" w:type="dxa"/>
            <w:vMerge w:val="restart"/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61FD8">
              <w:rPr>
                <w:rFonts w:ascii="仿宋_GB2312" w:eastAsia="仿宋_GB2312" w:hint="eastAsia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61FD8">
              <w:rPr>
                <w:rFonts w:ascii="仿宋_GB2312" w:eastAsia="仿宋_GB2312" w:hint="eastAsia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E46D5" w:rsidRPr="00761FD8" w:rsidTr="00761FD8">
        <w:trPr>
          <w:trHeight w:val="1740"/>
          <w:jc w:val="center"/>
        </w:trPr>
        <w:tc>
          <w:tcPr>
            <w:tcW w:w="606" w:type="dxa"/>
            <w:vMerge/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61FD8">
              <w:rPr>
                <w:rFonts w:ascii="仿宋_GB2312" w:eastAsia="仿宋_GB2312" w:hint="eastAsia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E46D5" w:rsidRPr="00761FD8" w:rsidTr="00761FD8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61FD8">
              <w:rPr>
                <w:rFonts w:ascii="仿宋_GB2312" w:eastAsia="仿宋_GB2312" w:hint="eastAsia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E46D5" w:rsidRPr="00761FD8" w:rsidTr="00761FD8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61FD8">
              <w:rPr>
                <w:rFonts w:ascii="仿宋_GB2312" w:eastAsia="仿宋_GB2312" w:hint="eastAsia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E46D5" w:rsidRPr="00761FD8" w:rsidTr="00761FD8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61FD8">
              <w:rPr>
                <w:rFonts w:ascii="仿宋_GB2312" w:eastAsia="仿宋_GB2312" w:hint="eastAsia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E46D5" w:rsidRPr="00761FD8" w:rsidTr="00761FD8">
        <w:trPr>
          <w:trHeight w:val="1462"/>
          <w:jc w:val="center"/>
        </w:trPr>
        <w:tc>
          <w:tcPr>
            <w:tcW w:w="2588" w:type="dxa"/>
            <w:gridSpan w:val="3"/>
            <w:tcBorders>
              <w:right w:val="single" w:sz="4" w:space="0" w:color="auto"/>
            </w:tcBorders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61FD8">
              <w:rPr>
                <w:rFonts w:ascii="仿宋_GB2312" w:eastAsia="仿宋_GB2312" w:hint="eastAsia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CE46D5" w:rsidRPr="00761FD8" w:rsidRDefault="00CE46D5" w:rsidP="00761FD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CE46D5" w:rsidRDefault="00CE46D5">
      <w:pPr>
        <w:spacing w:line="36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 w:rsidR="00CE46D5" w:rsidRDefault="00CE46D5">
      <w:pPr>
        <w:tabs>
          <w:tab w:val="left" w:pos="4782"/>
        </w:tabs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 w:hint="eastAsia"/>
          <w:sz w:val="28"/>
          <w:szCs w:val="28"/>
        </w:rPr>
        <w:t>签名：</w:t>
      </w:r>
    </w:p>
    <w:p w:rsidR="00CE46D5" w:rsidRDefault="00CE46D5">
      <w:pPr>
        <w:spacing w:line="3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 xml:space="preserve">                       2021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日</w:t>
      </w:r>
    </w:p>
    <w:p w:rsidR="00CE46D5" w:rsidRDefault="00CE46D5" w:rsidP="00C65448">
      <w:pPr>
        <w:spacing w:line="360" w:lineRule="exact"/>
        <w:ind w:firstLineChars="200" w:firstLine="316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 w:rsidR="00CE46D5" w:rsidSect="00610BEF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10BEF"/>
    <w:rsid w:val="006D1FCE"/>
    <w:rsid w:val="006E458F"/>
    <w:rsid w:val="00761FD8"/>
    <w:rsid w:val="007B060E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C65448"/>
    <w:rsid w:val="00CE46D5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11C50145"/>
    <w:rsid w:val="16086879"/>
    <w:rsid w:val="18267586"/>
    <w:rsid w:val="1E410545"/>
    <w:rsid w:val="205F607A"/>
    <w:rsid w:val="301728C7"/>
    <w:rsid w:val="39C61829"/>
    <w:rsid w:val="648F3302"/>
    <w:rsid w:val="6A756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BEF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10BE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0BE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10B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10BEF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610B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10BEF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610BEF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45</Words>
  <Characters>260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微软用户</cp:lastModifiedBy>
  <cp:revision>35</cp:revision>
  <cp:lastPrinted>2021-04-17T11:42:00Z</cp:lastPrinted>
  <dcterms:created xsi:type="dcterms:W3CDTF">2017-04-18T07:25:00Z</dcterms:created>
  <dcterms:modified xsi:type="dcterms:W3CDTF">2021-05-25T01:48:00Z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992CA467B761434FB46F85F5275E83CD</vt:lpwstr>
  </property>
</Properties>
</file>